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46C" w:rsidRPr="0056226A" w:rsidRDefault="00E4346C" w:rsidP="005068B3">
      <w:pPr>
        <w:pStyle w:val="Div"/>
        <w:jc w:val="center"/>
        <w:rPr>
          <w:rFonts w:ascii="Century Gothic" w:hAnsi="Century Gothic"/>
          <w:b/>
          <w:sz w:val="24"/>
          <w:lang w:val="en-US"/>
        </w:rPr>
      </w:pPr>
      <w:r>
        <w:rPr>
          <w:rFonts w:ascii="Century Gothic" w:hAnsi="Century Gothic"/>
          <w:b/>
          <w:sz w:val="24"/>
          <w:lang w:val="en-US"/>
        </w:rPr>
        <w:t>Group 1</w:t>
      </w:r>
      <w:r>
        <w:rPr>
          <w:rFonts w:ascii="Century Gothic" w:hAnsi="Century Gothic"/>
          <w:b/>
          <w:sz w:val="24"/>
          <w:lang w:val="en-US"/>
        </w:rPr>
        <w:tab/>
        <w:t>IV - Quasar</w:t>
      </w:r>
    </w:p>
    <w:p w:rsidR="00E4346C" w:rsidRDefault="00E4346C" w:rsidP="005068B3">
      <w:pPr>
        <w:jc w:val="both"/>
        <w:rPr>
          <w:rFonts w:ascii="Century Gothic" w:hAnsi="Century Gothic"/>
          <w:szCs w:val="20"/>
          <w:lang w:val="en-US"/>
        </w:rPr>
      </w:pPr>
    </w:p>
    <w:p w:rsidR="00E4346C" w:rsidRPr="00FA497C" w:rsidRDefault="00E4346C" w:rsidP="005068B3">
      <w:pPr>
        <w:jc w:val="both"/>
        <w:rPr>
          <w:rFonts w:ascii="Century Gothic" w:hAnsi="Century Gothic"/>
          <w:szCs w:val="20"/>
          <w:lang w:val="en-US"/>
        </w:rPr>
      </w:pPr>
    </w:p>
    <w:p w:rsidR="00E4346C" w:rsidRPr="0056226A" w:rsidRDefault="00E4346C" w:rsidP="00595F2E">
      <w:pPr>
        <w:jc w:val="both"/>
        <w:rPr>
          <w:rFonts w:ascii="Century Gothic" w:hAnsi="Century Gothic"/>
          <w:b/>
          <w:bCs/>
          <w:kern w:val="32"/>
          <w:sz w:val="24"/>
          <w:lang w:val="en-US"/>
        </w:rPr>
      </w:pPr>
      <w:r w:rsidRPr="0056226A">
        <w:rPr>
          <w:rFonts w:ascii="Century Gothic" w:hAnsi="Century Gothic"/>
          <w:b/>
          <w:bCs/>
          <w:kern w:val="32"/>
          <w:sz w:val="24"/>
          <w:lang w:val="en-US"/>
        </w:rPr>
        <w:t>Interview for Experts</w:t>
      </w:r>
    </w:p>
    <w:p w:rsidR="00E4346C" w:rsidRDefault="00E4346C" w:rsidP="00595F2E">
      <w:pPr>
        <w:jc w:val="both"/>
        <w:rPr>
          <w:rFonts w:ascii="Century Gothic" w:hAnsi="Century Gothic"/>
          <w:b/>
          <w:bCs/>
          <w:kern w:val="32"/>
          <w:szCs w:val="20"/>
          <w:lang w:val="en-US"/>
        </w:rPr>
      </w:pP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1.  How long have you been teaching in SET?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2.  What problems in internal combustion engines do you commonly give to your students? How are these 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     problems solved?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3.  As a professional in this field, what models (3) of a particular brand of automobile do you recommend 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     to buyers? Why (reasons) ?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*Used car or new?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*Insurance costs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*Safety aspects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*Make or model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*Reliability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*Manual or automatic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*Fuel economy concerns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*Gas or diesel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*Considering environmental impacts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*4 cylinder or V6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 xml:space="preserve">*Depreciation factor 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*Do you need ABS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4.  How does Honda coordinate its fuel efficiency without compromising the performance (factors) of its 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     automobiles?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5.  What is a turbocharger or turbo? How can it affect the performance of an automobile?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6.  What are the principles (strategies) behind using the following substitutes of gasoline and diesel in 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     automobiles?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*water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*LPG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*Electricity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7.  With the principles (strategies) mentioned above, what do you think is the best alternative?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/>
          <w:bCs/>
          <w:kern w:val="32"/>
          <w:sz w:val="24"/>
          <w:lang w:val="en-US"/>
        </w:rPr>
        <w:t>Survey for Users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Name: ___________________________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Residence: ______________________________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Age:    ___________________________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1.  How many automobiles do you have?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2.  What model/s do you have?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Please supply the following details: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16"/>
        <w:gridCol w:w="2117"/>
        <w:gridCol w:w="2117"/>
        <w:gridCol w:w="2117"/>
      </w:tblGrid>
      <w:tr w:rsidR="00E4346C" w:rsidTr="006332D9">
        <w:trPr>
          <w:jc w:val="center"/>
        </w:trPr>
        <w:tc>
          <w:tcPr>
            <w:tcW w:w="2116" w:type="dxa"/>
          </w:tcPr>
          <w:p w:rsidR="00E4346C" w:rsidRPr="006332D9" w:rsidRDefault="00E4346C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Date of Purchase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Cost of Purchase</w:t>
            </w:r>
          </w:p>
        </w:tc>
      </w:tr>
      <w:tr w:rsidR="00E4346C" w:rsidTr="006332D9">
        <w:trPr>
          <w:jc w:val="center"/>
        </w:trPr>
        <w:tc>
          <w:tcPr>
            <w:tcW w:w="2116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E4346C" w:rsidTr="006332D9">
        <w:trPr>
          <w:jc w:val="center"/>
        </w:trPr>
        <w:tc>
          <w:tcPr>
            <w:tcW w:w="2116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2.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E4346C" w:rsidTr="006332D9">
        <w:trPr>
          <w:jc w:val="center"/>
        </w:trPr>
        <w:tc>
          <w:tcPr>
            <w:tcW w:w="2116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3.  How many times have you had your automobile/s repaired?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16"/>
        <w:gridCol w:w="2117"/>
        <w:gridCol w:w="2117"/>
      </w:tblGrid>
      <w:tr w:rsidR="00E4346C" w:rsidTr="006332D9">
        <w:trPr>
          <w:jc w:val="center"/>
        </w:trPr>
        <w:tc>
          <w:tcPr>
            <w:tcW w:w="2116" w:type="dxa"/>
          </w:tcPr>
          <w:p w:rsidR="00E4346C" w:rsidRPr="006332D9" w:rsidRDefault="00E4346C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No. of times repaired</w:t>
            </w:r>
          </w:p>
        </w:tc>
      </w:tr>
      <w:tr w:rsidR="00E4346C" w:rsidTr="006332D9">
        <w:trPr>
          <w:jc w:val="center"/>
        </w:trPr>
        <w:tc>
          <w:tcPr>
            <w:tcW w:w="2116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E4346C" w:rsidTr="006332D9">
        <w:trPr>
          <w:jc w:val="center"/>
        </w:trPr>
        <w:tc>
          <w:tcPr>
            <w:tcW w:w="2116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2.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E4346C" w:rsidTr="006332D9">
        <w:trPr>
          <w:jc w:val="center"/>
        </w:trPr>
        <w:tc>
          <w:tcPr>
            <w:tcW w:w="2116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4.  What are the common problems do you encounter with your automobiles?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16"/>
        <w:gridCol w:w="2117"/>
        <w:gridCol w:w="2117"/>
      </w:tblGrid>
      <w:tr w:rsidR="00E4346C" w:rsidTr="006332D9">
        <w:trPr>
          <w:jc w:val="center"/>
        </w:trPr>
        <w:tc>
          <w:tcPr>
            <w:tcW w:w="2116" w:type="dxa"/>
          </w:tcPr>
          <w:p w:rsidR="00E4346C" w:rsidRPr="006332D9" w:rsidRDefault="00E4346C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Problems</w:t>
            </w:r>
          </w:p>
        </w:tc>
      </w:tr>
      <w:tr w:rsidR="00E4346C" w:rsidTr="006332D9">
        <w:trPr>
          <w:trHeight w:val="764"/>
          <w:jc w:val="center"/>
        </w:trPr>
        <w:tc>
          <w:tcPr>
            <w:tcW w:w="2116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E4346C" w:rsidTr="006332D9">
        <w:trPr>
          <w:trHeight w:val="710"/>
          <w:jc w:val="center"/>
        </w:trPr>
        <w:tc>
          <w:tcPr>
            <w:tcW w:w="2116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2.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E4346C" w:rsidTr="006332D9">
        <w:trPr>
          <w:trHeight w:val="710"/>
          <w:jc w:val="center"/>
        </w:trPr>
        <w:tc>
          <w:tcPr>
            <w:tcW w:w="2116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5.  What feature/s of the model/s do you particularly like?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16"/>
        <w:gridCol w:w="2117"/>
        <w:gridCol w:w="2117"/>
      </w:tblGrid>
      <w:tr w:rsidR="00E4346C" w:rsidTr="006332D9">
        <w:trPr>
          <w:jc w:val="center"/>
        </w:trPr>
        <w:tc>
          <w:tcPr>
            <w:tcW w:w="2116" w:type="dxa"/>
          </w:tcPr>
          <w:p w:rsidR="00E4346C" w:rsidRPr="006332D9" w:rsidRDefault="00E4346C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Features</w:t>
            </w:r>
          </w:p>
        </w:tc>
      </w:tr>
      <w:tr w:rsidR="00E4346C" w:rsidTr="006332D9">
        <w:trPr>
          <w:trHeight w:val="764"/>
          <w:jc w:val="center"/>
        </w:trPr>
        <w:tc>
          <w:tcPr>
            <w:tcW w:w="2116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E4346C" w:rsidTr="006332D9">
        <w:trPr>
          <w:trHeight w:val="710"/>
          <w:jc w:val="center"/>
        </w:trPr>
        <w:tc>
          <w:tcPr>
            <w:tcW w:w="2116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2.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E4346C" w:rsidTr="006332D9">
        <w:trPr>
          <w:trHeight w:val="710"/>
          <w:jc w:val="center"/>
        </w:trPr>
        <w:tc>
          <w:tcPr>
            <w:tcW w:w="2116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*Please indicate the best model you have: _________________________________.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6.  How much do you spend for fuel maintenance? 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16"/>
        <w:gridCol w:w="2117"/>
        <w:gridCol w:w="2117"/>
      </w:tblGrid>
      <w:tr w:rsidR="00E4346C" w:rsidTr="006332D9">
        <w:trPr>
          <w:jc w:val="center"/>
        </w:trPr>
        <w:tc>
          <w:tcPr>
            <w:tcW w:w="2116" w:type="dxa"/>
          </w:tcPr>
          <w:p w:rsidR="00E4346C" w:rsidRPr="006332D9" w:rsidRDefault="00E4346C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Amt. of fuel maintenance</w:t>
            </w:r>
          </w:p>
        </w:tc>
      </w:tr>
      <w:tr w:rsidR="00E4346C" w:rsidTr="006332D9">
        <w:trPr>
          <w:jc w:val="center"/>
        </w:trPr>
        <w:tc>
          <w:tcPr>
            <w:tcW w:w="2116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E4346C" w:rsidTr="006332D9">
        <w:trPr>
          <w:jc w:val="center"/>
        </w:trPr>
        <w:tc>
          <w:tcPr>
            <w:tcW w:w="2116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2.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E4346C" w:rsidTr="006332D9">
        <w:trPr>
          <w:jc w:val="center"/>
        </w:trPr>
        <w:tc>
          <w:tcPr>
            <w:tcW w:w="2116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346C" w:rsidRPr="006332D9" w:rsidRDefault="00E4346C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*Please indicate which of the following bases: DAILY/WEEKLY.</w:t>
      </w: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E4346C" w:rsidRDefault="00E4346C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7.  If you buy another automobile, what brand and model would it be?</w:t>
      </w:r>
    </w:p>
    <w:p w:rsidR="00E4346C" w:rsidRDefault="00E4346C" w:rsidP="00595F2E">
      <w:pPr>
        <w:jc w:val="both"/>
      </w:pPr>
    </w:p>
    <w:sectPr w:rsidR="00E4346C" w:rsidSect="000A4F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8B3"/>
    <w:rsid w:val="000A4F3B"/>
    <w:rsid w:val="0032639A"/>
    <w:rsid w:val="005068B3"/>
    <w:rsid w:val="0056226A"/>
    <w:rsid w:val="00595F2E"/>
    <w:rsid w:val="006332D9"/>
    <w:rsid w:val="00864462"/>
    <w:rsid w:val="00BE2736"/>
    <w:rsid w:val="00D50361"/>
    <w:rsid w:val="00D53713"/>
    <w:rsid w:val="00D844BA"/>
    <w:rsid w:val="00E4346C"/>
    <w:rsid w:val="00E642D0"/>
    <w:rsid w:val="00FA497C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8B3"/>
    <w:pPr>
      <w:shd w:val="solid" w:color="FFFFFF" w:fill="auto"/>
    </w:pPr>
    <w:rPr>
      <w:rFonts w:ascii="Verdana" w:hAnsi="Verdana" w:cs="Verdana"/>
      <w:color w:val="000000"/>
      <w:sz w:val="20"/>
      <w:szCs w:val="24"/>
      <w:shd w:val="solid" w:color="FFFFFF" w:fill="auto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v">
    <w:name w:val="Div"/>
    <w:basedOn w:val="Normal"/>
    <w:uiPriority w:val="99"/>
    <w:rsid w:val="005068B3"/>
  </w:style>
  <w:style w:type="table" w:styleId="TableGrid">
    <w:name w:val="Table Grid"/>
    <w:basedOn w:val="TableNormal"/>
    <w:uiPriority w:val="99"/>
    <w:rsid w:val="00595F2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304</Words>
  <Characters>1737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1</dc:title>
  <dc:subject/>
  <dc:creator>Johnmen R. Inocian</dc:creator>
  <cp:keywords/>
  <dc:description/>
  <cp:lastModifiedBy>2 Engineering</cp:lastModifiedBy>
  <cp:revision>2</cp:revision>
  <dcterms:created xsi:type="dcterms:W3CDTF">2002-01-01T06:00:00Z</dcterms:created>
  <dcterms:modified xsi:type="dcterms:W3CDTF">2002-01-01T06:00:00Z</dcterms:modified>
</cp:coreProperties>
</file>